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E9B" w:rsidRPr="00375D9B" w:rsidRDefault="004F11FB" w:rsidP="00937321">
      <w:pPr>
        <w:pStyle w:val="Heading1"/>
      </w:pPr>
      <w:r w:rsidRPr="00375D9B">
        <w:t>Fi</w:t>
      </w:r>
      <w:r w:rsidR="007E0A98" w:rsidRPr="00375D9B">
        <w:t>ș</w:t>
      </w:r>
      <w:r w:rsidR="00487850" w:rsidRPr="00375D9B">
        <w:t>a 10</w:t>
      </w:r>
      <w:r w:rsidRPr="00375D9B">
        <w:t xml:space="preserve"> </w:t>
      </w:r>
      <w:r w:rsidR="00C94B2A" w:rsidRPr="00375D9B">
        <w:t xml:space="preserve">C# </w:t>
      </w:r>
      <w:r w:rsidRPr="00375D9B">
        <w:t>–</w:t>
      </w:r>
      <w:r w:rsidR="00486418" w:rsidRPr="00375D9B">
        <w:t xml:space="preserve"> </w:t>
      </w:r>
      <w:r w:rsidR="00487850" w:rsidRPr="00375D9B">
        <w:t>proprietăți</w:t>
      </w:r>
    </w:p>
    <w:p w:rsidR="00816594" w:rsidRPr="00375D9B" w:rsidRDefault="00816594" w:rsidP="00816594">
      <w:pPr>
        <w:pStyle w:val="ListParagraph"/>
      </w:pPr>
      <w:r w:rsidRPr="00375D9B">
        <w:t>Proprietățile sunt o facilitate importantă</w:t>
      </w:r>
      <w:r w:rsidRPr="00375D9B">
        <w:t xml:space="preserve"> a limbajului C#. </w:t>
      </w:r>
      <w:r w:rsidRPr="00375D9B">
        <w:t xml:space="preserve">Ele sunt </w:t>
      </w:r>
      <w:r w:rsidRPr="00375D9B">
        <w:t>membri ai unei clase</w:t>
      </w:r>
      <w:r w:rsidRPr="00375D9B">
        <w:t xml:space="preserve"> și permit accesarea </w:t>
      </w:r>
      <w:r w:rsidRPr="00375D9B">
        <w:t>c</w:t>
      </w:r>
      <w:r w:rsidRPr="00375D9B">
        <w:t>â</w:t>
      </w:r>
      <w:r w:rsidRPr="00375D9B">
        <w:t>mpuri</w:t>
      </w:r>
      <w:r w:rsidRPr="00375D9B">
        <w:t>lor private ale clasei ca și cum ar fi publice. Proprietățile implementează</w:t>
      </w:r>
      <w:r w:rsidRPr="00375D9B">
        <w:t xml:space="preserve"> </w:t>
      </w:r>
      <w:r w:rsidRPr="00375D9B">
        <w:t>două</w:t>
      </w:r>
      <w:r w:rsidRPr="00375D9B">
        <w:t xml:space="preserve"> metode speciale numite </w:t>
      </w:r>
      <w:r w:rsidRPr="00375D9B">
        <w:rPr>
          <w:b/>
        </w:rPr>
        <w:t>accesori</w:t>
      </w:r>
      <w:r w:rsidRPr="00375D9B">
        <w:t xml:space="preserve"> care se execută ori de câte ori se accesează sau se modifică valoarea câmpului asociat</w:t>
      </w:r>
      <w:r w:rsidRPr="00375D9B">
        <w:t>.</w:t>
      </w:r>
      <w:r w:rsidRPr="00375D9B">
        <w:t xml:space="preserve"> </w:t>
      </w:r>
      <w:r w:rsidR="00355980" w:rsidRPr="00375D9B">
        <w:t xml:space="preserve">În acest fel, pe lângă posibilitatea accesării câmpurilor private, este posibilă executarea unor operații (de verificare de exemplu) înainte ca valoarea câmpului să fie citită sau schimbată. </w:t>
      </w:r>
      <w:r w:rsidRPr="00375D9B">
        <w:t>Exemplu: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class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375D9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Elev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{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private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string</w:t>
      </w:r>
      <w:r w:rsidR="00F8391C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nume, 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clasa;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private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double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media;</w:t>
      </w:r>
    </w:p>
    <w:p w:rsidR="009C6DFF" w:rsidRPr="00375D9B" w:rsidRDefault="009C6DFF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//constructorul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public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Elev(</w:t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string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n, </w:t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string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c, </w:t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double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m)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nume = n;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clasa = c;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if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(m &gt;= 1 &amp;&amp; m &lt;= 10) media = m;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else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media = 1;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9C6DFF" w:rsidRPr="00375D9B" w:rsidRDefault="009C6DFF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//definirea proprietății Nume atașată câmpului nume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public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string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Nume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get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{ </w:t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return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nume; }  </w:t>
      </w:r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//cod </w:t>
      </w:r>
      <w:r w:rsidR="00530A40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executat</w:t>
      </w:r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 la fiecare citire a valorii câmpului nume</w:t>
      </w:r>
      <w:r w:rsidR="00530A40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 (setter)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set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{ nume = </w:t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value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; } </w:t>
      </w:r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//cod </w:t>
      </w:r>
      <w:r w:rsidR="00530A40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executat</w:t>
      </w:r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 la fiecare modificare a valorii câmpului nume</w:t>
      </w:r>
      <w:r w:rsidR="00530A40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 (getter)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9C6DFF" w:rsidRPr="00375D9B" w:rsidRDefault="009C6DFF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//definirea proprietății Clasa atașată câmpului clasa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public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string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Clasa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get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{ </w:t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return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clasa; }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set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{ clasa = </w:t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value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; }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9C6DFF" w:rsidRPr="00375D9B" w:rsidRDefault="009C6DFF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//definirea proprietății Clasa atașată câmpului clasa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public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double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Media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get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{ </w:t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return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media; }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set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{ </w:t>
      </w:r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//se verifică în accesorul de modificare dacă valoare este între imitele permise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if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(</w:t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value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&gt;= 1 &amp;&amp; </w:t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value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&lt;= 10)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 xml:space="preserve">media = </w:t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value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;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else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media = 1;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.Write(</w:t>
      </w:r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"\nMedia este incorectă! Folosiți o valoare între 1 și 10."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}</w:t>
      </w:r>
    </w:p>
    <w:p w:rsidR="009C6DFF" w:rsidRPr="00375D9B" w:rsidRDefault="009C6DFF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class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375D9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Program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{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static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void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Main(</w:t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string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[] args)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//setam setul de caractere la consola ca UTF8 - pentru afișare diacritice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.OutputEncoding = </w:t>
      </w:r>
      <w:r w:rsidRPr="00375D9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UTF8Encoding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.UTF8;</w:t>
      </w:r>
    </w:p>
    <w:p w:rsidR="009C6DFF" w:rsidRPr="00375D9B" w:rsidRDefault="009C6DFF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9C6DFF" w:rsidRPr="00375D9B" w:rsidRDefault="009C6DFF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//instanțiere obiecte de tip Elev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Elev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e = </w:t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new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375D9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Elev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(</w:t>
      </w:r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"Ana"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, </w:t>
      </w:r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"XII-D"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, 6.25);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Elev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a = </w:t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new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375D9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Elev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(</w:t>
      </w:r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"Maria"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, </w:t>
      </w:r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"XII-C"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, 8);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9C6DFF" w:rsidRPr="00375D9B" w:rsidRDefault="009C6DFF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//afișare câmpuri obiecte prin internediu getter-ilor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.Write( </w:t>
      </w:r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"\n"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e.Nume + </w:t>
      </w:r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 din "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e.Clasa + </w:t>
      </w:r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 are media "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e.Media );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.Write( </w:t>
      </w:r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"\n"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a.Nume + </w:t>
      </w:r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 din "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a.Clasa + </w:t>
      </w:r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 are media "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a.Media);</w:t>
      </w:r>
    </w:p>
    <w:p w:rsidR="009C6DFF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9C6DFF" w:rsidRPr="00375D9B" w:rsidRDefault="009C6DFF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//declanșare setter</w:t>
      </w:r>
    </w:p>
    <w:p w:rsidR="005E2A51" w:rsidRPr="00375D9B" w:rsidRDefault="009C6DFF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="005E2A51"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a.Media = 11; </w:t>
      </w:r>
      <w:r w:rsidR="005E2A51"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//eroare =&gt; se afișează mesajul de eroare din setter și media devine 1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.Write(</w:t>
      </w:r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"\n"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a.Nume + </w:t>
      </w:r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 din "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a.Clasa + </w:t>
      </w:r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 are media "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a.Media);</w:t>
      </w:r>
    </w:p>
    <w:p w:rsidR="009C6DFF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5E2A51" w:rsidRPr="00375D9B" w:rsidRDefault="009C6DFF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="005E2A51"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//gata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.Write(</w:t>
      </w:r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"\n\n\n"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}</w:t>
      </w:r>
    </w:p>
    <w:p w:rsidR="00816594" w:rsidRPr="00375D9B" w:rsidRDefault="00A934F6" w:rsidP="00816594">
      <w:pPr>
        <w:pStyle w:val="ListParagraph"/>
      </w:pPr>
      <w:r>
        <w:lastRenderedPageBreak/>
        <w:t>Scrieț</w:t>
      </w:r>
      <w:r w:rsidR="00FB0371">
        <w:t>i o aplicație de tip consolă</w:t>
      </w:r>
      <w:r w:rsidR="001A2D62">
        <w:t xml:space="preserve"> care citește numele ș</w:t>
      </w:r>
      <w:r w:rsidR="00816594" w:rsidRPr="00375D9B">
        <w:t xml:space="preserve">i media generala a </w:t>
      </w:r>
      <w:r w:rsidR="00816594" w:rsidRPr="001A2D62">
        <w:rPr>
          <w:b/>
          <w:i/>
        </w:rPr>
        <w:t>n</w:t>
      </w:r>
      <w:r w:rsidR="001A2D62">
        <w:t xml:space="preserve"> elevi dintr-o clasă de elevi. Aplicația determină</w:t>
      </w:r>
      <w:r w:rsidR="00816594" w:rsidRPr="00375D9B">
        <w:t xml:space="preserve"> media cl</w:t>
      </w:r>
      <w:r w:rsidR="001A2D62">
        <w:t>asei și ordonează descrescător elevii după</w:t>
      </w:r>
      <w:r w:rsidR="00816594" w:rsidRPr="00375D9B">
        <w:t xml:space="preserve"> medie.</w:t>
      </w:r>
      <w:r w:rsidR="001A2D62">
        <w:t xml:space="preserve"> Clasa </w:t>
      </w:r>
      <w:r w:rsidR="001A2D62" w:rsidRPr="001A2D62">
        <w:rPr>
          <w:i/>
        </w:rPr>
        <w:t>Elev</w:t>
      </w:r>
      <w:r w:rsidR="001A2D62">
        <w:t xml:space="preserve"> va conține proprietăți pentru câ</w:t>
      </w:r>
      <w:r w:rsidR="00816594" w:rsidRPr="00375D9B">
        <w:t xml:space="preserve">mpurile </w:t>
      </w:r>
      <w:r w:rsidR="001A2D62">
        <w:t xml:space="preserve">private </w:t>
      </w:r>
      <w:r w:rsidR="00816594" w:rsidRPr="00C948CD">
        <w:rPr>
          <w:i/>
        </w:rPr>
        <w:t>nume</w:t>
      </w:r>
      <w:r w:rsidR="001A2D62">
        <w:t xml:space="preserve"> ș</w:t>
      </w:r>
      <w:r w:rsidR="00816594" w:rsidRPr="00375D9B">
        <w:t xml:space="preserve">i </w:t>
      </w:r>
      <w:r w:rsidR="00816594" w:rsidRPr="00C948CD">
        <w:rPr>
          <w:i/>
        </w:rPr>
        <w:t>media</w:t>
      </w:r>
      <w:r w:rsidR="00816594" w:rsidRPr="00375D9B">
        <w:t>.</w:t>
      </w:r>
    </w:p>
    <w:p w:rsidR="00023999" w:rsidRPr="00375D9B" w:rsidRDefault="005556F4" w:rsidP="00816594">
      <w:pPr>
        <w:pStyle w:val="ListParagraph"/>
        <w:rPr>
          <w:rFonts w:ascii="Consolas" w:eastAsiaTheme="minorHAnsi" w:hAnsi="Consolas" w:cs="Consolas"/>
          <w:b/>
          <w:color w:val="000000"/>
          <w:sz w:val="18"/>
          <w:szCs w:val="18"/>
          <w:highlight w:val="white"/>
          <w:lang w:eastAsia="en-US"/>
        </w:rPr>
      </w:pPr>
      <w:r>
        <w:t>Scrieți o aplicație de tip consolă care determină numerele prime dintr-un ș</w:t>
      </w:r>
      <w:r w:rsidR="00816594" w:rsidRPr="00375D9B">
        <w:t xml:space="preserve">ir de </w:t>
      </w:r>
      <w:r w:rsidR="00816594" w:rsidRPr="005556F4">
        <w:rPr>
          <w:b/>
          <w:i/>
        </w:rPr>
        <w:t>n</w:t>
      </w:r>
      <w:r>
        <w:t xml:space="preserve"> numere citit de la consolă. Clasa va conț</w:t>
      </w:r>
      <w:r w:rsidR="00816594" w:rsidRPr="00375D9B">
        <w:t>ine o proprietate</w:t>
      </w:r>
      <w:r>
        <w:t xml:space="preserve"> pentru câ</w:t>
      </w:r>
      <w:r w:rsidR="00816594" w:rsidRPr="00375D9B">
        <w:t xml:space="preserve">mpul </w:t>
      </w:r>
      <w:r w:rsidR="00816594" w:rsidRPr="005556F4">
        <w:rPr>
          <w:i/>
        </w:rPr>
        <w:t>nr</w:t>
      </w:r>
      <w:r w:rsidR="00816594" w:rsidRPr="00375D9B">
        <w:t xml:space="preserve"> </w:t>
      </w:r>
      <w:r>
        <w:t xml:space="preserve">, </w:t>
      </w:r>
      <w:r w:rsidR="00B605E1">
        <w:t>al clasei.</w:t>
      </w:r>
      <w:bookmarkStart w:id="0" w:name="_GoBack"/>
      <w:bookmarkEnd w:id="0"/>
    </w:p>
    <w:sectPr w:rsidR="00023999" w:rsidRPr="00375D9B" w:rsidSect="004F11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5EC" w:rsidRDefault="002545EC" w:rsidP="004F11FB">
      <w:pPr>
        <w:spacing w:before="0" w:after="0"/>
      </w:pPr>
      <w:r>
        <w:separator/>
      </w:r>
    </w:p>
  </w:endnote>
  <w:endnote w:type="continuationSeparator" w:id="0">
    <w:p w:rsidR="002545EC" w:rsidRDefault="002545EC" w:rsidP="004F11F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5BB" w:rsidRDefault="00EB25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1FB" w:rsidRPr="007C0A95" w:rsidRDefault="005D736E">
    <w:pPr>
      <w:pStyle w:val="Footer"/>
      <w:rPr>
        <w:i/>
        <w:color w:val="808080" w:themeColor="background1" w:themeShade="80"/>
      </w:rPr>
    </w:pPr>
    <w:r>
      <w:rPr>
        <w:i/>
        <w:noProof/>
        <w:color w:val="808080" w:themeColor="background1" w:themeShade="8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E15A56" wp14:editId="70538329">
              <wp:simplePos x="0" y="0"/>
              <wp:positionH relativeFrom="column">
                <wp:posOffset>-11430</wp:posOffset>
              </wp:positionH>
              <wp:positionV relativeFrom="paragraph">
                <wp:posOffset>-47625</wp:posOffset>
              </wp:positionV>
              <wp:extent cx="5647690" cy="635"/>
              <wp:effectExtent l="7620" t="9525" r="12065" b="889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47690" cy="635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79220C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9pt;margin-top:-3.75pt;width:444.7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" strokecolor="#7f7f7f [1612]" strokeweight=".5pt"/>
          </w:pict>
        </mc:Fallback>
      </mc:AlternateContent>
    </w:r>
    <w:r w:rsidR="004F11FB" w:rsidRPr="007C0A95">
      <w:rPr>
        <w:i/>
        <w:color w:val="808080" w:themeColor="background1" w:themeShade="80"/>
      </w:rPr>
      <w:tab/>
      <w:t xml:space="preserve">Pagina </w:t>
    </w:r>
    <w:r w:rsidR="00090590" w:rsidRPr="007C0A95">
      <w:rPr>
        <w:i/>
        <w:color w:val="808080" w:themeColor="background1" w:themeShade="80"/>
      </w:rPr>
      <w:fldChar w:fldCharType="begin"/>
    </w:r>
    <w:r w:rsidR="004F11FB" w:rsidRPr="007C0A95">
      <w:rPr>
        <w:i/>
        <w:color w:val="808080" w:themeColor="background1" w:themeShade="80"/>
      </w:rPr>
      <w:instrText xml:space="preserve"> PAGE   \* MERGEFORMAT </w:instrText>
    </w:r>
    <w:r w:rsidR="00090590" w:rsidRPr="007C0A95">
      <w:rPr>
        <w:i/>
        <w:color w:val="808080" w:themeColor="background1" w:themeShade="80"/>
      </w:rPr>
      <w:fldChar w:fldCharType="separate"/>
    </w:r>
    <w:r w:rsidR="00B605E1">
      <w:rPr>
        <w:i/>
        <w:noProof/>
        <w:color w:val="808080" w:themeColor="background1" w:themeShade="80"/>
      </w:rPr>
      <w:t>2</w:t>
    </w:r>
    <w:r w:rsidR="00090590" w:rsidRPr="007C0A95">
      <w:rPr>
        <w:i/>
        <w:noProof/>
        <w:color w:val="808080" w:themeColor="background1" w:themeShade="80"/>
      </w:rPr>
      <w:fldChar w:fldCharType="end"/>
    </w:r>
    <w:r w:rsidR="004F11FB" w:rsidRPr="007C0A95">
      <w:rPr>
        <w:i/>
        <w:noProof/>
        <w:color w:val="808080" w:themeColor="background1" w:themeShade="80"/>
      </w:rPr>
      <w:t xml:space="preserve"> din </w:t>
    </w:r>
    <w:r w:rsidR="002545EC">
      <w:fldChar w:fldCharType="begin"/>
    </w:r>
    <w:r w:rsidR="002545EC">
      <w:instrText xml:space="preserve"> NUMPAGES  \* Arabic  \* MERGEFORMAT </w:instrText>
    </w:r>
    <w:r w:rsidR="002545EC">
      <w:fldChar w:fldCharType="separate"/>
    </w:r>
    <w:r w:rsidR="00B605E1" w:rsidRPr="00B605E1">
      <w:rPr>
        <w:i/>
        <w:noProof/>
        <w:color w:val="808080" w:themeColor="background1" w:themeShade="80"/>
      </w:rPr>
      <w:t>2</w:t>
    </w:r>
    <w:r w:rsidR="002545EC">
      <w:rPr>
        <w:i/>
        <w:noProof/>
        <w:color w:val="808080" w:themeColor="background1" w:themeShade="8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5BB" w:rsidRDefault="00EB25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5EC" w:rsidRDefault="002545EC" w:rsidP="004F11FB">
      <w:pPr>
        <w:spacing w:before="0" w:after="0"/>
      </w:pPr>
      <w:r>
        <w:separator/>
      </w:r>
    </w:p>
  </w:footnote>
  <w:footnote w:type="continuationSeparator" w:id="0">
    <w:p w:rsidR="002545EC" w:rsidRDefault="002545EC" w:rsidP="004F11F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5BB" w:rsidRDefault="00EB25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1FB" w:rsidRPr="007C0A95" w:rsidRDefault="005D736E">
    <w:pPr>
      <w:pStyle w:val="Header"/>
      <w:rPr>
        <w:i/>
        <w:color w:val="808080" w:themeColor="background1" w:themeShade="80"/>
      </w:rPr>
    </w:pPr>
    <w:r>
      <w:rPr>
        <w:i/>
        <w:noProof/>
        <w:color w:val="808080" w:themeColor="background1" w:themeShade="8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AF0A323" wp14:editId="5CAF6C7A">
              <wp:simplePos x="0" y="0"/>
              <wp:positionH relativeFrom="column">
                <wp:posOffset>-11430</wp:posOffset>
              </wp:positionH>
              <wp:positionV relativeFrom="paragraph">
                <wp:posOffset>173990</wp:posOffset>
              </wp:positionV>
              <wp:extent cx="5647690" cy="635"/>
              <wp:effectExtent l="7620" t="12065" r="12065" b="63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47690" cy="635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65A935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9pt;margin-top:13.7pt;width:444.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" strokecolor="#7f7f7f [1612]" strokeweight=".5pt"/>
          </w:pict>
        </mc:Fallback>
      </mc:AlternateContent>
    </w:r>
    <w:r w:rsidR="004F11FB" w:rsidRPr="007C0A95">
      <w:rPr>
        <w:i/>
        <w:color w:val="808080" w:themeColor="background1" w:themeShade="80"/>
      </w:rPr>
      <w:t>Fișe de lucru laborator, clasa a X</w:t>
    </w:r>
    <w:r w:rsidR="00EB25BB">
      <w:rPr>
        <w:i/>
        <w:color w:val="808080" w:themeColor="background1" w:themeShade="80"/>
      </w:rPr>
      <w:t>II</w:t>
    </w:r>
    <w:r w:rsidR="004F11FB" w:rsidRPr="007C0A95">
      <w:rPr>
        <w:i/>
        <w:color w:val="808080" w:themeColor="background1" w:themeShade="80"/>
      </w:rPr>
      <w:t>-a, profil real, specializarea matematică-informatică, intensiv informatică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5BB" w:rsidRDefault="00EB25B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D278C"/>
    <w:multiLevelType w:val="hybridMultilevel"/>
    <w:tmpl w:val="A7C8349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37B24"/>
    <w:multiLevelType w:val="hybridMultilevel"/>
    <w:tmpl w:val="F3A82A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405BB2"/>
    <w:multiLevelType w:val="hybridMultilevel"/>
    <w:tmpl w:val="92E4BB10"/>
    <w:lvl w:ilvl="0" w:tplc="C756AF82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05E4F"/>
    <w:multiLevelType w:val="multilevel"/>
    <w:tmpl w:val="706A0C2A"/>
    <w:lvl w:ilvl="0">
      <w:start w:val="1"/>
      <w:numFmt w:val="decimal"/>
      <w:pStyle w:val="ListParagraph"/>
      <w:suff w:val="space"/>
      <w:lvlText w:val="%1."/>
      <w:lvlJc w:val="left"/>
      <w:pPr>
        <w:ind w:left="0" w:firstLine="0"/>
      </w:pPr>
      <w:rPr>
        <w:rFonts w:ascii="Calibri" w:hAnsi="Calibri" w:hint="default"/>
        <w:b w:val="0"/>
        <w:sz w:val="20"/>
        <w:szCs w:val="20"/>
      </w:rPr>
    </w:lvl>
    <w:lvl w:ilvl="1">
      <w:start w:val="1"/>
      <w:numFmt w:val="lowerLetter"/>
      <w:suff w:val="space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suff w:val="space"/>
      <w:lvlText w:val="‒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3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B54"/>
    <w:rsid w:val="00013828"/>
    <w:rsid w:val="00023728"/>
    <w:rsid w:val="00023999"/>
    <w:rsid w:val="000649A5"/>
    <w:rsid w:val="000847C5"/>
    <w:rsid w:val="00090590"/>
    <w:rsid w:val="00094E6F"/>
    <w:rsid w:val="000955CB"/>
    <w:rsid w:val="000A5447"/>
    <w:rsid w:val="000B1CD7"/>
    <w:rsid w:val="000B79A4"/>
    <w:rsid w:val="000E4C7E"/>
    <w:rsid w:val="000E65F0"/>
    <w:rsid w:val="000F1B54"/>
    <w:rsid w:val="0011073B"/>
    <w:rsid w:val="001262FA"/>
    <w:rsid w:val="00127969"/>
    <w:rsid w:val="001352DF"/>
    <w:rsid w:val="00141978"/>
    <w:rsid w:val="001528AD"/>
    <w:rsid w:val="001630B9"/>
    <w:rsid w:val="00165559"/>
    <w:rsid w:val="00190610"/>
    <w:rsid w:val="00192612"/>
    <w:rsid w:val="0019471D"/>
    <w:rsid w:val="001A2D62"/>
    <w:rsid w:val="001B0D21"/>
    <w:rsid w:val="001C3A62"/>
    <w:rsid w:val="001E23F9"/>
    <w:rsid w:val="001E32CC"/>
    <w:rsid w:val="001E7D34"/>
    <w:rsid w:val="00201696"/>
    <w:rsid w:val="00212844"/>
    <w:rsid w:val="00224354"/>
    <w:rsid w:val="00227D58"/>
    <w:rsid w:val="00230446"/>
    <w:rsid w:val="0024103C"/>
    <w:rsid w:val="002545EC"/>
    <w:rsid w:val="00256AAA"/>
    <w:rsid w:val="002633AC"/>
    <w:rsid w:val="00280041"/>
    <w:rsid w:val="002837DB"/>
    <w:rsid w:val="00291C58"/>
    <w:rsid w:val="0029597C"/>
    <w:rsid w:val="00297492"/>
    <w:rsid w:val="002A6A3E"/>
    <w:rsid w:val="002E20E5"/>
    <w:rsid w:val="003079D9"/>
    <w:rsid w:val="00327FF5"/>
    <w:rsid w:val="00347A5D"/>
    <w:rsid w:val="00355980"/>
    <w:rsid w:val="00363B17"/>
    <w:rsid w:val="00366639"/>
    <w:rsid w:val="00373658"/>
    <w:rsid w:val="00375D9B"/>
    <w:rsid w:val="003A2667"/>
    <w:rsid w:val="003B18B5"/>
    <w:rsid w:val="003B3FF1"/>
    <w:rsid w:val="003B454E"/>
    <w:rsid w:val="003D2332"/>
    <w:rsid w:val="003D3DE6"/>
    <w:rsid w:val="003D6B75"/>
    <w:rsid w:val="003E6220"/>
    <w:rsid w:val="003F72CF"/>
    <w:rsid w:val="00435EDE"/>
    <w:rsid w:val="00441AD8"/>
    <w:rsid w:val="00443D6D"/>
    <w:rsid w:val="00447D12"/>
    <w:rsid w:val="00485560"/>
    <w:rsid w:val="00486418"/>
    <w:rsid w:val="00487850"/>
    <w:rsid w:val="00491523"/>
    <w:rsid w:val="00497580"/>
    <w:rsid w:val="004B3CB4"/>
    <w:rsid w:val="004F11FB"/>
    <w:rsid w:val="004F6AE2"/>
    <w:rsid w:val="00503B21"/>
    <w:rsid w:val="005104A6"/>
    <w:rsid w:val="00530A40"/>
    <w:rsid w:val="00535819"/>
    <w:rsid w:val="0054649A"/>
    <w:rsid w:val="00550F18"/>
    <w:rsid w:val="005556F4"/>
    <w:rsid w:val="005858B4"/>
    <w:rsid w:val="00594EE6"/>
    <w:rsid w:val="005974EA"/>
    <w:rsid w:val="005B3AC4"/>
    <w:rsid w:val="005B4BE1"/>
    <w:rsid w:val="005B4C6D"/>
    <w:rsid w:val="005C3393"/>
    <w:rsid w:val="005D736E"/>
    <w:rsid w:val="005E2A51"/>
    <w:rsid w:val="005E3FAF"/>
    <w:rsid w:val="005E5337"/>
    <w:rsid w:val="005F568E"/>
    <w:rsid w:val="005F7FA5"/>
    <w:rsid w:val="006026B9"/>
    <w:rsid w:val="006043AA"/>
    <w:rsid w:val="00606D2A"/>
    <w:rsid w:val="006125A5"/>
    <w:rsid w:val="006127E7"/>
    <w:rsid w:val="0066534D"/>
    <w:rsid w:val="00671858"/>
    <w:rsid w:val="00687F14"/>
    <w:rsid w:val="006B4B46"/>
    <w:rsid w:val="006B5CC1"/>
    <w:rsid w:val="006D684E"/>
    <w:rsid w:val="006E0F71"/>
    <w:rsid w:val="006E6C34"/>
    <w:rsid w:val="006F677B"/>
    <w:rsid w:val="006F7D14"/>
    <w:rsid w:val="0070191C"/>
    <w:rsid w:val="00707019"/>
    <w:rsid w:val="00710334"/>
    <w:rsid w:val="00711FF5"/>
    <w:rsid w:val="007142FA"/>
    <w:rsid w:val="00715C9C"/>
    <w:rsid w:val="007217D3"/>
    <w:rsid w:val="00722C7B"/>
    <w:rsid w:val="007404AB"/>
    <w:rsid w:val="00746166"/>
    <w:rsid w:val="0075537F"/>
    <w:rsid w:val="0076305D"/>
    <w:rsid w:val="00797150"/>
    <w:rsid w:val="007A0B8E"/>
    <w:rsid w:val="007A38FB"/>
    <w:rsid w:val="007A7CFF"/>
    <w:rsid w:val="007B3EFA"/>
    <w:rsid w:val="007C0A95"/>
    <w:rsid w:val="007E0A98"/>
    <w:rsid w:val="007E3620"/>
    <w:rsid w:val="007E4030"/>
    <w:rsid w:val="00807BC2"/>
    <w:rsid w:val="008156CE"/>
    <w:rsid w:val="00816594"/>
    <w:rsid w:val="008176B0"/>
    <w:rsid w:val="00821FC0"/>
    <w:rsid w:val="0082545A"/>
    <w:rsid w:val="00826429"/>
    <w:rsid w:val="008435FE"/>
    <w:rsid w:val="00851EB5"/>
    <w:rsid w:val="008707EC"/>
    <w:rsid w:val="00872C82"/>
    <w:rsid w:val="008855F0"/>
    <w:rsid w:val="00885E9B"/>
    <w:rsid w:val="00892128"/>
    <w:rsid w:val="008B02F5"/>
    <w:rsid w:val="008B77BE"/>
    <w:rsid w:val="008C027A"/>
    <w:rsid w:val="008C3AA7"/>
    <w:rsid w:val="008C6307"/>
    <w:rsid w:val="008F1973"/>
    <w:rsid w:val="00904379"/>
    <w:rsid w:val="009079FD"/>
    <w:rsid w:val="00921838"/>
    <w:rsid w:val="00937321"/>
    <w:rsid w:val="00944140"/>
    <w:rsid w:val="00960B78"/>
    <w:rsid w:val="00996956"/>
    <w:rsid w:val="009A24A0"/>
    <w:rsid w:val="009C6DFF"/>
    <w:rsid w:val="009F7552"/>
    <w:rsid w:val="00A4176F"/>
    <w:rsid w:val="00A4689C"/>
    <w:rsid w:val="00A6179D"/>
    <w:rsid w:val="00A62C2E"/>
    <w:rsid w:val="00A81A01"/>
    <w:rsid w:val="00A86467"/>
    <w:rsid w:val="00A934F6"/>
    <w:rsid w:val="00A96661"/>
    <w:rsid w:val="00AA6331"/>
    <w:rsid w:val="00AA6BAD"/>
    <w:rsid w:val="00AB1F6B"/>
    <w:rsid w:val="00AC4B12"/>
    <w:rsid w:val="00AC4B17"/>
    <w:rsid w:val="00B031FB"/>
    <w:rsid w:val="00B155CE"/>
    <w:rsid w:val="00B43910"/>
    <w:rsid w:val="00B43FCF"/>
    <w:rsid w:val="00B605E1"/>
    <w:rsid w:val="00B63B26"/>
    <w:rsid w:val="00B7315B"/>
    <w:rsid w:val="00B84812"/>
    <w:rsid w:val="00BA7D56"/>
    <w:rsid w:val="00BD1C75"/>
    <w:rsid w:val="00BD3E23"/>
    <w:rsid w:val="00BE0E2F"/>
    <w:rsid w:val="00C029E7"/>
    <w:rsid w:val="00C03FBB"/>
    <w:rsid w:val="00C40E04"/>
    <w:rsid w:val="00C43FCE"/>
    <w:rsid w:val="00C44A2F"/>
    <w:rsid w:val="00C46570"/>
    <w:rsid w:val="00C948CD"/>
    <w:rsid w:val="00C94B2A"/>
    <w:rsid w:val="00CA31E3"/>
    <w:rsid w:val="00CA6518"/>
    <w:rsid w:val="00CB7FC6"/>
    <w:rsid w:val="00CC1D9B"/>
    <w:rsid w:val="00CD04F3"/>
    <w:rsid w:val="00CD59E6"/>
    <w:rsid w:val="00CE69E2"/>
    <w:rsid w:val="00CF17E9"/>
    <w:rsid w:val="00D05988"/>
    <w:rsid w:val="00D143F9"/>
    <w:rsid w:val="00D32893"/>
    <w:rsid w:val="00D357E8"/>
    <w:rsid w:val="00D37490"/>
    <w:rsid w:val="00D56990"/>
    <w:rsid w:val="00D57B8F"/>
    <w:rsid w:val="00D60861"/>
    <w:rsid w:val="00D66572"/>
    <w:rsid w:val="00DA6EAF"/>
    <w:rsid w:val="00DC5715"/>
    <w:rsid w:val="00DC573F"/>
    <w:rsid w:val="00DD5FAC"/>
    <w:rsid w:val="00E35166"/>
    <w:rsid w:val="00E448E5"/>
    <w:rsid w:val="00E459FA"/>
    <w:rsid w:val="00E638FA"/>
    <w:rsid w:val="00E812C3"/>
    <w:rsid w:val="00EA49D7"/>
    <w:rsid w:val="00EB25BB"/>
    <w:rsid w:val="00EB7EDB"/>
    <w:rsid w:val="00EC1F1F"/>
    <w:rsid w:val="00F13772"/>
    <w:rsid w:val="00F37B79"/>
    <w:rsid w:val="00F82FA3"/>
    <w:rsid w:val="00F8391C"/>
    <w:rsid w:val="00F87D83"/>
    <w:rsid w:val="00FB0371"/>
    <w:rsid w:val="00FD4B13"/>
    <w:rsid w:val="00FE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5BB"/>
    <w:pPr>
      <w:tabs>
        <w:tab w:val="left" w:pos="851"/>
      </w:tabs>
      <w:spacing w:before="60" w:after="6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Nod">
    <w:name w:val="NrNod"/>
    <w:basedOn w:val="ListParagraph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DefaultParagraphFont"/>
    <w:link w:val="NrNod"/>
    <w:rsid w:val="002633AC"/>
    <w:rPr>
      <w:rFonts w:ascii="Calibri" w:hAnsi="Calibri"/>
      <w:sz w:val="18"/>
    </w:rPr>
  </w:style>
  <w:style w:type="paragraph" w:styleId="ListParagraph">
    <w:name w:val="List Paragraph"/>
    <w:basedOn w:val="Normal"/>
    <w:uiPriority w:val="34"/>
    <w:qFormat/>
    <w:rsid w:val="005104A6"/>
    <w:pPr>
      <w:numPr>
        <w:numId w:val="3"/>
      </w:numPr>
    </w:pPr>
    <w:rPr>
      <w:szCs w:val="20"/>
    </w:rPr>
  </w:style>
  <w:style w:type="paragraph" w:customStyle="1" w:styleId="Titlu31">
    <w:name w:val="Titlu 31"/>
    <w:basedOn w:val="Normal"/>
    <w:next w:val="Heading3"/>
    <w:qFormat/>
    <w:rsid w:val="0082545A"/>
    <w:pPr>
      <w:tabs>
        <w:tab w:val="clear" w:pos="851"/>
      </w:tabs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5BB"/>
    <w:pPr>
      <w:tabs>
        <w:tab w:val="left" w:pos="851"/>
      </w:tabs>
      <w:spacing w:before="60" w:after="6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Nod">
    <w:name w:val="NrNod"/>
    <w:basedOn w:val="ListParagraph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DefaultParagraphFont"/>
    <w:link w:val="NrNod"/>
    <w:rsid w:val="002633AC"/>
    <w:rPr>
      <w:rFonts w:ascii="Calibri" w:hAnsi="Calibri"/>
      <w:sz w:val="18"/>
    </w:rPr>
  </w:style>
  <w:style w:type="paragraph" w:styleId="ListParagraph">
    <w:name w:val="List Paragraph"/>
    <w:basedOn w:val="Normal"/>
    <w:uiPriority w:val="34"/>
    <w:qFormat/>
    <w:rsid w:val="005104A6"/>
    <w:pPr>
      <w:numPr>
        <w:numId w:val="3"/>
      </w:numPr>
    </w:pPr>
    <w:rPr>
      <w:szCs w:val="20"/>
    </w:rPr>
  </w:style>
  <w:style w:type="paragraph" w:customStyle="1" w:styleId="Titlu31">
    <w:name w:val="Titlu 31"/>
    <w:basedOn w:val="Normal"/>
    <w:next w:val="Heading3"/>
    <w:qFormat/>
    <w:rsid w:val="0082545A"/>
    <w:pPr>
      <w:tabs>
        <w:tab w:val="clear" w:pos="851"/>
      </w:tabs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9FD19FE7-BF13-4724-8E16-561FEE65B60F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91</TotalTime>
  <Pages>2</Pages>
  <Words>396</Words>
  <Characters>2303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tao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</dc:creator>
  <cp:keywords/>
  <dc:description/>
  <cp:lastModifiedBy>tao</cp:lastModifiedBy>
  <cp:revision>47</cp:revision>
  <cp:lastPrinted>2013-09-19T07:08:00Z</cp:lastPrinted>
  <dcterms:created xsi:type="dcterms:W3CDTF">2013-11-20T08:42:00Z</dcterms:created>
  <dcterms:modified xsi:type="dcterms:W3CDTF">2013-11-28T00:06:00Z</dcterms:modified>
</cp:coreProperties>
</file>